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DBDBD"/>
  <w:body>
    <w:p w:rsidR="00B3313B" w:rsidRPr="000C52D3" w:rsidRDefault="00256CC7">
      <w:pPr>
        <w:rPr>
          <w:b/>
          <w:spacing w:val="60"/>
          <w:sz w:val="96"/>
          <w:szCs w:val="96"/>
          <w14:glow w14:rad="228600">
            <w14:schemeClr w14:val="accent2">
              <w14:alpha w14:val="60000"/>
              <w14:satMod w14:val="175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0C52D3">
        <w:rPr>
          <w:b/>
          <w:spacing w:val="60"/>
          <w:sz w:val="96"/>
          <w:szCs w:val="96"/>
          <w14:glow w14:rad="228600">
            <w14:schemeClr w14:val="accent2">
              <w14:alpha w14:val="60000"/>
              <w14:satMod w14:val="175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A MOMENT IN TIME</w:t>
      </w:r>
    </w:p>
    <w:p w:rsidR="00256CC7" w:rsidRDefault="00E17E32" w:rsidP="000C52D3">
      <w:pPr>
        <w:jc w:val="center"/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TOOK A DEEP BREATH</w:t>
      </w:r>
      <w:r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</w:t>
      </w:r>
      <w:proofErr w:type="gramStart"/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THERE  WAS</w:t>
      </w:r>
      <w:proofErr w:type="gramEnd"/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NO</w:t>
      </w:r>
      <w:r w:rsidR="00D55AEE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TURNING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55AEE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BACK. I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55AEE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LEANED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55AEE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BACK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55AEE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GRADUALLY, JUST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55AEE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LIKE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55AEE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MY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55AEE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INSTRUCTOR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55AEE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HAD SHOWN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55AEE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ME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I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CAUTIOSLY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SHUFFLED</w:t>
      </w:r>
      <w:proofErr w:type="gramEnd"/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ONTO THE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BLUE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WALL. I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SUDDENLY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STOPPED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IN MY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TRACKS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AND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GLANCED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OVER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MY SHOULDER.I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GULPED.MY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FEET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WERE STANDING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ON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THE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EDGE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OF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THE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BLUE WALL.WHEN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LOOKED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DOWN,IT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SEEMED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AS IF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THE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WALL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WAS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OVER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50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METRES!!!</w:t>
      </w:r>
      <w:proofErr w:type="gramStart"/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BUT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</w:t>
      </w:r>
      <w:proofErr w:type="gramEnd"/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KNEW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BETER. I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SILENTLY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TOLD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MYSELF THAT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IT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WOULD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OVER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BEFORE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KNEW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IT, HOPING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TO 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CONVINCE</w:t>
      </w:r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3313B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MYSELF. IT WORKED!!</w:t>
      </w:r>
      <w:proofErr w:type="gramStart"/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  WAS</w:t>
      </w:r>
      <w:proofErr w:type="gramEnd"/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OVER  BEFORE  I K NEW IT!  I SMIRKED </w:t>
      </w:r>
      <w:proofErr w:type="gramStart"/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AS  I</w:t>
      </w:r>
      <w:proofErr w:type="gramEnd"/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UNDID  MY  HARNESS  AND HELMET. I  HAD  DONE </w:t>
      </w:r>
      <w:bookmarkStart w:id="0" w:name="_GoBack"/>
      <w:bookmarkEnd w:id="0"/>
      <w:r w:rsidR="000C52D3"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IT!!!</w:t>
      </w:r>
    </w:p>
    <w:p w:rsidR="000C52D3" w:rsidRDefault="000C52D3">
      <w:pPr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0C52D3" w:rsidRDefault="000C52D3">
      <w:pPr>
        <w:rPr>
          <w:rFonts w:ascii="Broadway" w:hAnsi="Broadway"/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0C52D3" w:rsidRPr="000C52D3" w:rsidRDefault="000C52D3">
      <w:pPr>
        <w:rPr>
          <w:rFonts w:ascii="Broadway" w:hAnsi="Broadway"/>
          <w:b/>
          <w:color w:val="002060"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0C52D3">
        <w:rPr>
          <w:rFonts w:ascii="Broadway" w:hAnsi="Broadway"/>
          <w:b/>
          <w:color w:val="002060"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sym w:font="Wingdings" w:char="F04A"/>
      </w:r>
      <w:r>
        <w:rPr>
          <w:rFonts w:ascii="Broadway" w:hAnsi="Broadway"/>
          <w:b/>
          <w:color w:val="002060"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BY RAIHA</w:t>
      </w:r>
      <w:r w:rsidRPr="000C52D3">
        <w:rPr>
          <w:rFonts w:ascii="Broadway" w:hAnsi="Broadway"/>
          <w:b/>
          <w:color w:val="002060"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sym w:font="Wingdings" w:char="F04A"/>
      </w:r>
      <w:r>
        <w:rPr>
          <w:rFonts w:ascii="Broadway" w:hAnsi="Broadway"/>
          <w:b/>
          <w:color w:val="002060"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sectPr w:rsidR="000C52D3" w:rsidRPr="000C52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CC7"/>
    <w:rsid w:val="000C52D3"/>
    <w:rsid w:val="00256CC7"/>
    <w:rsid w:val="0034240D"/>
    <w:rsid w:val="00B3313B"/>
    <w:rsid w:val="00D55AEE"/>
    <w:rsid w:val="00E17E32"/>
    <w:rsid w:val="00E2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dbdbd"/>
      <o:colormenu v:ext="edit" fillcolor="#1dbdb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4C39596F</Template>
  <TotalTime>40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2012-05-15T23:25:00Z</dcterms:created>
  <dcterms:modified xsi:type="dcterms:W3CDTF">2012-05-16T00:05:00Z</dcterms:modified>
</cp:coreProperties>
</file>